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4E75DA9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72E8A" w:rsidRPr="00F72E8A">
        <w:rPr>
          <w:rFonts w:ascii="Calibri" w:eastAsia="Calibri" w:hAnsi="Calibri" w:cs="Times New Roman"/>
          <w:b/>
          <w:bCs/>
          <w:sz w:val="22"/>
        </w:rPr>
        <w:t>Sukcesywna dostawa asortymentu kablowego dla PGE Dystrybucja S.A. Oddział Łódź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F72E8A">
        <w:rPr>
          <w:rFonts w:cstheme="minorHAnsi"/>
          <w:b/>
        </w:rPr>
        <w:t>361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58D7ACE2" w:rsidR="00CC7E12" w:rsidRPr="00CC7E12" w:rsidRDefault="0022766D" w:rsidP="0022766D">
      <w:pPr>
        <w:tabs>
          <w:tab w:val="left" w:pos="6674"/>
        </w:tabs>
        <w:jc w:val="both"/>
        <w:rPr>
          <w:rFonts w:cstheme="minorHAnsi"/>
        </w:rPr>
      </w:pPr>
      <w:r>
        <w:rPr>
          <w:rFonts w:cstheme="minorHAnsi"/>
        </w:rPr>
        <w:tab/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5E49DA4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72E8A">
            <w:rPr>
              <w:rFonts w:asciiTheme="majorHAnsi" w:hAnsiTheme="majorHAnsi"/>
              <w:color w:val="000000" w:themeColor="text1"/>
              <w:sz w:val="14"/>
              <w:szCs w:val="18"/>
            </w:rPr>
            <w:t>361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766D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0F95"/>
    <w:rsid w:val="002B5C62"/>
    <w:rsid w:val="002C2C2F"/>
    <w:rsid w:val="002C470F"/>
    <w:rsid w:val="002D4CAD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0708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5DAC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365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0E53"/>
    <w:rsid w:val="00DC76F0"/>
    <w:rsid w:val="00DC7E48"/>
    <w:rsid w:val="00DD06C0"/>
    <w:rsid w:val="00DD2578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2E8A"/>
    <w:rsid w:val="00F751D8"/>
    <w:rsid w:val="00F835B4"/>
    <w:rsid w:val="00F85A90"/>
    <w:rsid w:val="00F90B96"/>
    <w:rsid w:val="00FA0F6A"/>
    <w:rsid w:val="00FA56D9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POST/DYS/OLD/GZ/04361/2025                        </dmsv2SWPP2ObjectNumber>
    <dmsv2SWPP2SumMD5 xmlns="http://schemas.microsoft.com/sharepoint/v3">aa3d4d85c9922e2d9cf9de7039f4d4a5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23901947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JEUP5JKVCYQC-1440096624-11474</_dlc_DocId>
    <_dlc_DocIdUrl xmlns="a19cb1c7-c5c7-46d4-85ae-d83685407bba">
      <Url>https://swpp2.dms.gkpge.pl/sites/41/_layouts/15/DocIdRedir.aspx?ID=JEUP5JKVCYQC-1440096624-11474</Url>
      <Description>JEUP5JKVCYQC-1440096624-11474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C3035E-5EE8-4719-A42A-1BDEAD34465E}"/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CDBB28-BD47-478F-96DE-4EC7B0E15FC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793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12</cp:revision>
  <cp:lastPrinted>2024-07-15T11:21:00Z</cp:lastPrinted>
  <dcterms:created xsi:type="dcterms:W3CDTF">2025-10-01T08:35:00Z</dcterms:created>
  <dcterms:modified xsi:type="dcterms:W3CDTF">2025-12-03T09:03:00Z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389b8bc4-ca36-40be-ae3a-75c226ed98bf</vt:lpwstr>
  </property>
</Properties>
</file>